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560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6353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Α34-</w:t>
            </w:r>
            <w:r w:rsidR="00C63532" w:rsidRPr="00C6353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Ο2.Ε95 </w:t>
            </w:r>
            <w:r w:rsidR="00576DB6" w:rsidRPr="00576D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C63532" w:rsidRPr="00C6353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Εξυπηρετητής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C63532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Υπ</w:t>
            </w:r>
            <w:proofErr w:type="spellStart"/>
            <w:r w:rsidRPr="00A8070F">
              <w:rPr>
                <w:lang w:val="en-GB"/>
              </w:rPr>
              <w:t>ολογιστικό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Σύστημ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vAlign w:val="center"/>
          </w:tcPr>
          <w:p w:rsidR="00C63532" w:rsidRPr="00432CD9" w:rsidRDefault="00C63532" w:rsidP="00C63532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</w:tr>
      <w:tr w:rsidR="00C63532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Κουτί</w:t>
            </w:r>
            <w:proofErr w:type="spellEnd"/>
            <w:r w:rsidRPr="00A8070F">
              <w:rPr>
                <w:lang w:val="en-GB"/>
              </w:rPr>
              <w:t xml:space="preserve"> Midi Tower</w:t>
            </w:r>
          </w:p>
        </w:tc>
        <w:tc>
          <w:tcPr>
            <w:tcW w:w="1116" w:type="dxa"/>
            <w:vAlign w:val="center"/>
          </w:tcPr>
          <w:p w:rsidR="00C63532" w:rsidRPr="00432CD9" w:rsidRDefault="00C63532" w:rsidP="00C63532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</w:tr>
      <w:tr w:rsidR="00C63532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850W </w:t>
            </w:r>
            <w:proofErr w:type="spellStart"/>
            <w:r w:rsidRPr="00A8070F">
              <w:rPr>
                <w:lang w:val="en-GB"/>
              </w:rPr>
              <w:t>Τροφοδοτικό</w:t>
            </w:r>
            <w:proofErr w:type="spellEnd"/>
          </w:p>
        </w:tc>
        <w:tc>
          <w:tcPr>
            <w:tcW w:w="1116" w:type="dxa"/>
            <w:vAlign w:val="center"/>
          </w:tcPr>
          <w:p w:rsidR="00C63532" w:rsidRPr="00432CD9" w:rsidRDefault="00C63532" w:rsidP="00C63532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</w:tr>
      <w:tr w:rsidR="00C63532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r w:rsidRPr="00A8070F">
              <w:rPr>
                <w:lang w:val="en-GB"/>
              </w:rPr>
              <w:t>INTEL</w:t>
            </w:r>
            <w:r w:rsidRPr="00A8070F">
              <w:t xml:space="preserve"> </w:t>
            </w:r>
            <w:r w:rsidRPr="00A8070F">
              <w:rPr>
                <w:lang w:val="en-GB"/>
              </w:rPr>
              <w:t>CORE</w:t>
            </w:r>
            <w:r w:rsidRPr="00A8070F">
              <w:t xml:space="preserve"> </w:t>
            </w:r>
            <w:r w:rsidRPr="00A8070F">
              <w:rPr>
                <w:lang w:val="en-GB"/>
              </w:rPr>
              <w:t>I</w:t>
            </w:r>
            <w:r w:rsidRPr="00A8070F">
              <w:t>7-14700</w:t>
            </w:r>
            <w:r w:rsidRPr="00A8070F">
              <w:rPr>
                <w:lang w:val="en-GB"/>
              </w:rPr>
              <w:t>F</w:t>
            </w:r>
            <w:r w:rsidRPr="00A8070F">
              <w:t xml:space="preserve"> 5.4 </w:t>
            </w:r>
            <w:r w:rsidRPr="00A8070F">
              <w:rPr>
                <w:lang w:val="en-GB"/>
              </w:rPr>
              <w:t>GHZ</w:t>
            </w:r>
            <w:r w:rsidRPr="00A8070F">
              <w:t xml:space="preserve"> Επεξεργαστής ή ισοδύναμο ή καλύτερο</w:t>
            </w:r>
          </w:p>
        </w:tc>
        <w:tc>
          <w:tcPr>
            <w:tcW w:w="1116" w:type="dxa"/>
            <w:vAlign w:val="center"/>
          </w:tcPr>
          <w:p w:rsidR="00C63532" w:rsidRPr="00432CD9" w:rsidRDefault="00C63532" w:rsidP="00C63532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</w:tr>
      <w:tr w:rsidR="00C63532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32GB </w:t>
            </w: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</w:p>
        </w:tc>
        <w:tc>
          <w:tcPr>
            <w:tcW w:w="1116" w:type="dxa"/>
            <w:vAlign w:val="center"/>
          </w:tcPr>
          <w:p w:rsidR="00C63532" w:rsidRPr="00432CD9" w:rsidRDefault="00C63532" w:rsidP="00C63532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3532" w:rsidRPr="00432CD9" w:rsidRDefault="00C63532" w:rsidP="00C63532">
            <w:r w:rsidRPr="00432CD9">
              <w:t xml:space="preserve"> </w:t>
            </w:r>
          </w:p>
        </w:tc>
      </w:tr>
      <w:tr w:rsidR="00C63532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r w:rsidRPr="00A8070F">
              <w:t xml:space="preserve"> </w:t>
            </w:r>
            <w:r w:rsidRPr="00A8070F">
              <w:rPr>
                <w:lang w:val="en-GB"/>
              </w:rPr>
              <w:t>GEFORCE</w:t>
            </w:r>
            <w:r w:rsidRPr="00A8070F">
              <w:t xml:space="preserve"> </w:t>
            </w:r>
            <w:r w:rsidRPr="00A8070F">
              <w:rPr>
                <w:lang w:val="en-GB"/>
              </w:rPr>
              <w:t>RTX</w:t>
            </w:r>
            <w:r w:rsidRPr="00A8070F">
              <w:t xml:space="preserve"> 3060 12</w:t>
            </w:r>
            <w:r w:rsidRPr="00A8070F">
              <w:rPr>
                <w:lang w:val="en-GB"/>
              </w:rPr>
              <w:t>GB</w:t>
            </w:r>
            <w:r w:rsidRPr="00A8070F">
              <w:t xml:space="preserve"> Κάρτα Γραφικών ή ισοδύναμο ή καλύτερο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5050A5" w:rsidRDefault="00C63532" w:rsidP="00C63532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</w:tr>
      <w:tr w:rsidR="00C63532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1TB NVME </w:t>
            </w:r>
            <w:proofErr w:type="spellStart"/>
            <w:r w:rsidRPr="00A8070F">
              <w:rPr>
                <w:lang w:val="en-GB"/>
              </w:rPr>
              <w:t>Σκληρός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Δίσκος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5050A5" w:rsidRDefault="00C63532" w:rsidP="00C63532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</w:tr>
      <w:tr w:rsidR="00C63532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HDD  4TB </w:t>
            </w:r>
            <w:proofErr w:type="spellStart"/>
            <w:r w:rsidRPr="00A8070F">
              <w:rPr>
                <w:lang w:val="en-GB"/>
              </w:rPr>
              <w:t>Σκληρός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Δίσκος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5050A5" w:rsidRDefault="00C63532" w:rsidP="00C63532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</w:tr>
      <w:tr w:rsidR="00C63532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US"/>
              </w:rPr>
            </w:pPr>
            <w:r w:rsidRPr="00A8070F">
              <w:rPr>
                <w:lang w:val="en-US"/>
              </w:rPr>
              <w:t xml:space="preserve">27" LED FULL HD BLACK </w:t>
            </w: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5050A5" w:rsidRDefault="00C63532" w:rsidP="00C63532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5050A5" w:rsidRDefault="00C63532" w:rsidP="00C63532">
            <w:r w:rsidRPr="005050A5">
              <w:t> </w:t>
            </w:r>
          </w:p>
        </w:tc>
      </w:tr>
      <w:tr w:rsidR="00C63532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Κουτί</w:t>
            </w:r>
            <w:proofErr w:type="spellEnd"/>
            <w:r w:rsidRPr="00A8070F">
              <w:rPr>
                <w:lang w:val="en-GB"/>
              </w:rPr>
              <w:t xml:space="preserve"> Midi Tower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9745D3" w:rsidRDefault="00C63532" w:rsidP="00C63532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9745D3" w:rsidRDefault="00C63532" w:rsidP="00C63532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9745D3" w:rsidRDefault="00C63532" w:rsidP="00C63532">
            <w:r w:rsidRPr="009745D3">
              <w:t> </w:t>
            </w:r>
          </w:p>
        </w:tc>
      </w:tr>
      <w:tr w:rsidR="00C63532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US"/>
              </w:rPr>
            </w:pPr>
            <w:r w:rsidRPr="00A8070F">
              <w:rPr>
                <w:lang w:val="en-US"/>
              </w:rPr>
              <w:t xml:space="preserve">INTEL CORE I3-13100 3.40GHZ </w:t>
            </w:r>
            <w:r w:rsidRPr="00A8070F">
              <w:rPr>
                <w:lang w:val="en-GB"/>
              </w:rPr>
              <w:t>Επ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>αστής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9745D3" w:rsidRDefault="00C63532" w:rsidP="00C63532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9745D3" w:rsidRDefault="00C63532" w:rsidP="00C63532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9745D3" w:rsidRDefault="00C63532" w:rsidP="00C63532">
            <w:r w:rsidRPr="009745D3">
              <w:t> </w:t>
            </w:r>
          </w:p>
        </w:tc>
      </w:tr>
      <w:tr w:rsidR="00C63532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C63532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PATRIOT 512GB </w:t>
            </w:r>
            <w:proofErr w:type="spellStart"/>
            <w:r w:rsidRPr="00A8070F">
              <w:rPr>
                <w:lang w:val="en-GB"/>
              </w:rPr>
              <w:t>Σκληρός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Δίσκος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9745D3" w:rsidRDefault="00C63532" w:rsidP="00C63532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9745D3" w:rsidRDefault="00C63532" w:rsidP="00C63532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9745D3" w:rsidRDefault="00C63532" w:rsidP="00C63532">
            <w:r w:rsidRPr="009745D3">
              <w:t> </w:t>
            </w:r>
          </w:p>
        </w:tc>
      </w:tr>
      <w:tr w:rsidR="00C63532" w:rsidRPr="00A8070F" w:rsidTr="00C63532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32GB </w:t>
            </w: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C63532" w:rsidRDefault="00C63532" w:rsidP="00C63532">
            <w:pPr>
              <w:jc w:val="center"/>
            </w:pPr>
            <w:r w:rsidRPr="00C63532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C63532" w:rsidRDefault="00C63532" w:rsidP="000968BF">
            <w:r w:rsidRPr="00C63532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C63532" w:rsidRDefault="00C63532" w:rsidP="000968BF">
            <w:r w:rsidRPr="00C63532">
              <w:t> </w:t>
            </w:r>
          </w:p>
        </w:tc>
      </w:tr>
      <w:tr w:rsidR="00C63532" w:rsidRPr="00A8070F" w:rsidTr="00C63532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3532" w:rsidRPr="00A8070F" w:rsidRDefault="00C63532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63532" w:rsidRPr="00A8070F" w:rsidRDefault="00C63532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750W </w:t>
            </w:r>
            <w:proofErr w:type="spellStart"/>
            <w:r w:rsidRPr="00A8070F">
              <w:rPr>
                <w:lang w:val="en-GB"/>
              </w:rPr>
              <w:t>Τροφοδοτικό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532" w:rsidRPr="00C63532" w:rsidRDefault="00C63532" w:rsidP="00C63532">
            <w:pPr>
              <w:jc w:val="center"/>
            </w:pPr>
            <w:r w:rsidRPr="00C63532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C63532" w:rsidRDefault="00C63532" w:rsidP="000968BF">
            <w:r w:rsidRPr="00C63532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63532" w:rsidRPr="00C63532" w:rsidRDefault="00C63532" w:rsidP="000968BF">
            <w:r w:rsidRPr="00C63532">
              <w:t> </w:t>
            </w:r>
          </w:p>
        </w:tc>
      </w:tr>
    </w:tbl>
    <w:p w:rsidR="008A245B" w:rsidRDefault="008A245B" w:rsidP="00C63532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14ECF"/>
    <w:rsid w:val="000C5626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552FE"/>
    <w:rsid w:val="00576DB6"/>
    <w:rsid w:val="00591317"/>
    <w:rsid w:val="00592D2F"/>
    <w:rsid w:val="00593FA3"/>
    <w:rsid w:val="006C353C"/>
    <w:rsid w:val="006D1013"/>
    <w:rsid w:val="007420FC"/>
    <w:rsid w:val="0075164A"/>
    <w:rsid w:val="00753C81"/>
    <w:rsid w:val="00795597"/>
    <w:rsid w:val="008040B9"/>
    <w:rsid w:val="008853AB"/>
    <w:rsid w:val="008A245B"/>
    <w:rsid w:val="009735EA"/>
    <w:rsid w:val="009745D3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3532"/>
    <w:rsid w:val="00C65E37"/>
    <w:rsid w:val="00C71DFC"/>
    <w:rsid w:val="00C8287A"/>
    <w:rsid w:val="00C86AD9"/>
    <w:rsid w:val="00E50C36"/>
    <w:rsid w:val="00E56069"/>
    <w:rsid w:val="00E56EDD"/>
    <w:rsid w:val="00E57686"/>
    <w:rsid w:val="00E60D07"/>
    <w:rsid w:val="00EB2777"/>
    <w:rsid w:val="00EF2B19"/>
    <w:rsid w:val="00F41BA0"/>
    <w:rsid w:val="00F507C8"/>
    <w:rsid w:val="00F74D6C"/>
    <w:rsid w:val="00F81BB7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4C3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98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2025-09-10T07:37:00Z</dcterms:created>
  <dcterms:modified xsi:type="dcterms:W3CDTF">2025-09-11T07:09:00Z</dcterms:modified>
</cp:coreProperties>
</file>